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D22DDF" w14:textId="77D15BE3" w:rsidR="001A165F" w:rsidRDefault="001A165F" w:rsidP="00E91D3E">
      <w:pPr>
        <w:jc w:val="right"/>
      </w:pPr>
      <w:r>
        <w:t xml:space="preserve">Dr. Mark </w:t>
      </w:r>
      <w:proofErr w:type="spellStart"/>
      <w:r>
        <w:t>Westerkamp</w:t>
      </w:r>
      <w:proofErr w:type="spellEnd"/>
    </w:p>
    <w:p w14:paraId="183691DD" w14:textId="77777777" w:rsidR="001A165F" w:rsidRDefault="001A165F" w:rsidP="001A165F">
      <w:pPr>
        <w:jc w:val="right"/>
      </w:pPr>
      <w:proofErr w:type="spellStart"/>
      <w:r>
        <w:t>Gutleutstraße</w:t>
      </w:r>
      <w:proofErr w:type="spellEnd"/>
      <w:r>
        <w:t xml:space="preserve"> 56</w:t>
      </w:r>
    </w:p>
    <w:p w14:paraId="00869A90" w14:textId="77777777" w:rsidR="001A165F" w:rsidRDefault="001A165F" w:rsidP="001A165F">
      <w:pPr>
        <w:jc w:val="right"/>
      </w:pPr>
      <w:r>
        <w:t>45359 Essen</w:t>
      </w:r>
    </w:p>
    <w:p w14:paraId="46E44088" w14:textId="34374A04" w:rsidR="001A165F" w:rsidRDefault="001A165F" w:rsidP="001A165F">
      <w:pPr>
        <w:jc w:val="right"/>
      </w:pPr>
      <w:r>
        <w:t>Tel.: 0164 111222333</w:t>
      </w:r>
    </w:p>
    <w:p w14:paraId="600C32F0" w14:textId="36C8969A" w:rsidR="001A165F" w:rsidRDefault="001A165F" w:rsidP="00E91D3E">
      <w:pPr>
        <w:jc w:val="right"/>
      </w:pPr>
      <w:r>
        <w:t>E-Mail: mwes@webmail.de</w:t>
      </w:r>
    </w:p>
    <w:p w14:paraId="6598ECFD" w14:textId="77777777" w:rsidR="00E91D3E" w:rsidRDefault="00E91D3E" w:rsidP="001A165F"/>
    <w:p w14:paraId="4F0B1327" w14:textId="77777777" w:rsidR="001A165F" w:rsidRDefault="001A165F" w:rsidP="001A165F"/>
    <w:p w14:paraId="52275419" w14:textId="77777777" w:rsidR="001A165F" w:rsidRDefault="001A165F" w:rsidP="001A165F">
      <w:proofErr w:type="spellStart"/>
      <w:r>
        <w:t>Lenofix</w:t>
      </w:r>
      <w:proofErr w:type="spellEnd"/>
      <w:r>
        <w:t xml:space="preserve"> GmbH</w:t>
      </w:r>
    </w:p>
    <w:p w14:paraId="49D22B02" w14:textId="77777777" w:rsidR="001A165F" w:rsidRDefault="001A165F" w:rsidP="001A165F">
      <w:r>
        <w:t>Frau Irina Schröter</w:t>
      </w:r>
    </w:p>
    <w:p w14:paraId="1EC8C318" w14:textId="77777777" w:rsidR="001A165F" w:rsidRDefault="001A165F" w:rsidP="001A165F">
      <w:r>
        <w:t>Gerhard-Mercator-Ring 263</w:t>
      </w:r>
    </w:p>
    <w:p w14:paraId="16F1419E" w14:textId="77777777" w:rsidR="001A165F" w:rsidRDefault="001A165F" w:rsidP="001A165F">
      <w:r>
        <w:t>47279 Duisburg</w:t>
      </w:r>
    </w:p>
    <w:p w14:paraId="76EAA392" w14:textId="77777777" w:rsidR="001A165F" w:rsidRDefault="001A165F" w:rsidP="001A165F"/>
    <w:p w14:paraId="2292012A" w14:textId="77777777" w:rsidR="001A165F" w:rsidRDefault="001A165F" w:rsidP="001A165F"/>
    <w:p w14:paraId="406F1254" w14:textId="591356C3" w:rsidR="001A165F" w:rsidRDefault="001A165F" w:rsidP="001A165F">
      <w:pPr>
        <w:jc w:val="right"/>
      </w:pPr>
      <w:r>
        <w:t>20.9.2016</w:t>
      </w:r>
    </w:p>
    <w:p w14:paraId="56437C1A" w14:textId="77777777" w:rsidR="001A165F" w:rsidRDefault="001A165F" w:rsidP="001A165F"/>
    <w:p w14:paraId="75FCD519" w14:textId="77777777" w:rsidR="001A165F" w:rsidRDefault="001A165F" w:rsidP="001A165F"/>
    <w:p w14:paraId="001F08BF" w14:textId="77777777" w:rsidR="001A165F" w:rsidRPr="001A165F" w:rsidRDefault="001A165F" w:rsidP="001A165F">
      <w:pPr>
        <w:rPr>
          <w:b/>
        </w:rPr>
      </w:pPr>
      <w:r w:rsidRPr="001A165F">
        <w:rPr>
          <w:b/>
        </w:rPr>
        <w:t>Initiativbewerbung als Produktionsleiter</w:t>
      </w:r>
    </w:p>
    <w:p w14:paraId="7F88103F" w14:textId="77777777" w:rsidR="001A165F" w:rsidRDefault="001A165F" w:rsidP="001A165F"/>
    <w:p w14:paraId="21E43DF2" w14:textId="77777777" w:rsidR="001A165F" w:rsidRDefault="001A165F" w:rsidP="001A165F"/>
    <w:p w14:paraId="419F2DE6" w14:textId="77777777" w:rsidR="001A165F" w:rsidRDefault="001A165F" w:rsidP="001A165F">
      <w:r>
        <w:t>Sehr geehrte Frau Schröter,</w:t>
      </w:r>
    </w:p>
    <w:p w14:paraId="4C292689" w14:textId="77777777" w:rsidR="001A165F" w:rsidRDefault="001A165F" w:rsidP="001A165F"/>
    <w:p w14:paraId="2C02BE02" w14:textId="2CE66297" w:rsidR="001A165F" w:rsidRDefault="001A165F" w:rsidP="001A165F">
      <w:r>
        <w:t>von Ihrem Mitarbeiter Jens Faller erfuhr ich, dass Sie für verschiedene Standorte in Asien nach einem Produktionsleiter suchen. Vielleicht kommt meine Bewerbung auf eine solche Position gerade zur rechten Zeit.</w:t>
      </w:r>
    </w:p>
    <w:p w14:paraId="61B82365" w14:textId="77777777" w:rsidR="001A165F" w:rsidRDefault="001A165F" w:rsidP="001A165F"/>
    <w:p w14:paraId="219EFB4A" w14:textId="29286806" w:rsidR="001A165F" w:rsidRDefault="001A165F" w:rsidP="001A165F">
      <w:r>
        <w:t xml:space="preserve">Seit zwei Jahren bin ich stellvertretender Produktionsleiter bei der </w:t>
      </w:r>
      <w:proofErr w:type="spellStart"/>
      <w:r>
        <w:t>Wessling</w:t>
      </w:r>
      <w:proofErr w:type="spellEnd"/>
      <w:r>
        <w:t xml:space="preserve"> AG am Standort Essen. Dort werden mit insgesamt 100 Mitarbeitern vor allem Metalliclacke für die Automobi</w:t>
      </w:r>
      <w:r>
        <w:t>l</w:t>
      </w:r>
      <w:r>
        <w:t>industrie hergestellt. Ich bin zusammen mit meinem direkten Vorgesetzten verantwortlich für Prozessoptimierung und Mitarbeiterführung. Da mein Vorgesetzter oft auf Reisen ist, bin ich es gewohnt, selbstständig zu arbeiten und größere Entscheidungen allein zu treffen.</w:t>
      </w:r>
    </w:p>
    <w:p w14:paraId="7032BA6C" w14:textId="77777777" w:rsidR="001A165F" w:rsidRDefault="001A165F" w:rsidP="001A165F"/>
    <w:p w14:paraId="3010DE6B" w14:textId="0786056F" w:rsidR="001A165F" w:rsidRDefault="001A165F" w:rsidP="001A165F">
      <w:r>
        <w:t>Meine berufliche Karriere begann mit einer Promotion bei der BASF AG im Bereich der B</w:t>
      </w:r>
      <w:r>
        <w:t>e</w:t>
      </w:r>
      <w:r>
        <w:t>schichtungsstoff- und Pigmenttechnik. Danach arbeitete ich als Betriebsassistent bei verschi</w:t>
      </w:r>
      <w:r>
        <w:t>e</w:t>
      </w:r>
      <w:r>
        <w:t>denen chemischen Unternehmen, davon fünf Jahre in den USA und zwei Jahre in Mexiko. Ich spreche fließend Englisch und Spanisch.</w:t>
      </w:r>
    </w:p>
    <w:p w14:paraId="6526AE2E" w14:textId="77777777" w:rsidR="001A165F" w:rsidRDefault="001A165F" w:rsidP="001A165F"/>
    <w:p w14:paraId="56E99BF2" w14:textId="777143C2" w:rsidR="001A165F" w:rsidRDefault="001A165F" w:rsidP="001A165F">
      <w:r>
        <w:t>An Ihrer Stelle reizt mich (als Single) besonders die Aussicht auf eine weitere Auslandstätigkeit. Sehr gern möchte ich für einen Standort in China oder Korea allein verantwortlich sein. Dass dies auch das Einfühlen in eine neue Kultur und die Personalverantwortung für Hunderte von Mitarbeitern mit sich bringt, betrachte ich als Herausforderung, der ich mich gern stelle.</w:t>
      </w:r>
    </w:p>
    <w:p w14:paraId="17F4F8C0" w14:textId="77777777" w:rsidR="001A165F" w:rsidRDefault="001A165F" w:rsidP="001A165F"/>
    <w:p w14:paraId="5B107D89" w14:textId="19A2DF6E" w:rsidR="001A165F" w:rsidRDefault="001A165F" w:rsidP="001A165F">
      <w:r>
        <w:t>Ich freue mich, Sie in einem persönlichen Gespräch von meiner Eignung zu überzeugen.</w:t>
      </w:r>
    </w:p>
    <w:p w14:paraId="2BF78FA7" w14:textId="77777777" w:rsidR="001A165F" w:rsidRDefault="001A165F" w:rsidP="001A165F"/>
    <w:p w14:paraId="22ACDCD1" w14:textId="49EE8A4D" w:rsidR="001A165F" w:rsidRDefault="001A165F" w:rsidP="001A165F">
      <w:r>
        <w:t>Mit freundlichen Grüßen nach Duisburg</w:t>
      </w:r>
    </w:p>
    <w:p w14:paraId="55F457F2" w14:textId="77777777" w:rsidR="00DB5292" w:rsidRDefault="00DB5292" w:rsidP="001A165F"/>
    <w:p w14:paraId="329AD342" w14:textId="11ECB5B6" w:rsidR="0095639B" w:rsidRPr="004F1240" w:rsidRDefault="001A165F" w:rsidP="001A165F">
      <w:pPr>
        <w:pStyle w:val="UnterschriftName"/>
        <w:rPr>
          <w:rFonts w:ascii="Lucida Handwriting" w:hAnsi="Lucida Handwriting"/>
        </w:rPr>
      </w:pPr>
      <w:bookmarkStart w:id="0" w:name="_GoBack"/>
      <w:r w:rsidRPr="004F1240">
        <w:rPr>
          <w:rFonts w:ascii="Lucida Handwriting" w:hAnsi="Lucida Handwriting"/>
        </w:rPr>
        <w:t xml:space="preserve">Mark </w:t>
      </w:r>
      <w:proofErr w:type="spellStart"/>
      <w:r w:rsidRPr="004F1240">
        <w:rPr>
          <w:rFonts w:ascii="Lucida Handwriting" w:hAnsi="Lucida Handwriting"/>
        </w:rPr>
        <w:t>Westerkamp</w:t>
      </w:r>
      <w:bookmarkEnd w:id="0"/>
      <w:proofErr w:type="spellEnd"/>
    </w:p>
    <w:sectPr w:rsidR="0095639B" w:rsidRPr="004F1240" w:rsidSect="00E91D3E">
      <w:pgSz w:w="11906" w:h="16838"/>
      <w:pgMar w:top="1134" w:right="1134" w:bottom="1134" w:left="1366"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6B273C" w14:textId="77777777" w:rsidR="00AE78BD" w:rsidRDefault="00AE78BD" w:rsidP="00D04998">
      <w:pPr>
        <w:spacing w:line="240" w:lineRule="auto"/>
      </w:pPr>
      <w:r>
        <w:separator/>
      </w:r>
    </w:p>
  </w:endnote>
  <w:endnote w:type="continuationSeparator" w:id="0">
    <w:p w14:paraId="44007B12" w14:textId="77777777" w:rsidR="00AE78BD" w:rsidRDefault="00AE78BD" w:rsidP="00D049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Roman">
    <w:altName w:val="Times"/>
    <w:panose1 w:val="00000000000000000000"/>
    <w:charset w:val="4D"/>
    <w:family w:val="auto"/>
    <w:notTrueType/>
    <w:pitch w:val="default"/>
    <w:sig w:usb0="00000003" w:usb1="00000000" w:usb2="00000000" w:usb3="00000000" w:csb0="00000001" w:csb1="00000000"/>
  </w:font>
  <w:font w:name="Lucida Handwriting Italic">
    <w:altName w:val="Arabic Typesetting"/>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charset w:val="00"/>
    <w:family w:val="auto"/>
    <w:pitch w:val="variable"/>
    <w:sig w:usb0="00000287" w:usb1="00000000" w:usb2="00000000" w:usb3="00000000" w:csb0="0000009F" w:csb1="00000000"/>
  </w:font>
  <w:font w:name="JiffyCom">
    <w:altName w:val="Jiffy Com"/>
    <w:panose1 w:val="00000000000000000000"/>
    <w:charset w:val="4D"/>
    <w:family w:val="auto"/>
    <w:notTrueType/>
    <w:pitch w:val="default"/>
    <w:sig w:usb0="00000003" w:usb1="00000000" w:usb2="00000000" w:usb3="00000000" w:csb0="00000001" w:csb1="00000000"/>
  </w:font>
  <w:font w:name="MistralStd">
    <w:charset w:val="00"/>
    <w:family w:val="auto"/>
    <w:pitch w:val="variable"/>
    <w:sig w:usb0="800000AF" w:usb1="5000204A"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C19D15" w14:textId="77777777" w:rsidR="00AE78BD" w:rsidRDefault="00AE78BD" w:rsidP="00D04998">
      <w:pPr>
        <w:spacing w:line="240" w:lineRule="auto"/>
      </w:pPr>
      <w:r>
        <w:separator/>
      </w:r>
    </w:p>
  </w:footnote>
  <w:footnote w:type="continuationSeparator" w:id="0">
    <w:p w14:paraId="0E955EC2" w14:textId="77777777" w:rsidR="00AE78BD" w:rsidRDefault="00AE78BD" w:rsidP="00D0499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9D8"/>
    <w:rsid w:val="000B1FA9"/>
    <w:rsid w:val="000D0FC8"/>
    <w:rsid w:val="00124892"/>
    <w:rsid w:val="001A165F"/>
    <w:rsid w:val="0021238A"/>
    <w:rsid w:val="00327334"/>
    <w:rsid w:val="00370185"/>
    <w:rsid w:val="003B7D74"/>
    <w:rsid w:val="0040444D"/>
    <w:rsid w:val="004F0647"/>
    <w:rsid w:val="004F1240"/>
    <w:rsid w:val="005B4A0E"/>
    <w:rsid w:val="00631380"/>
    <w:rsid w:val="006D3345"/>
    <w:rsid w:val="006F5C84"/>
    <w:rsid w:val="00770743"/>
    <w:rsid w:val="007C371D"/>
    <w:rsid w:val="008D2E71"/>
    <w:rsid w:val="008D76FD"/>
    <w:rsid w:val="0095639B"/>
    <w:rsid w:val="009D01B1"/>
    <w:rsid w:val="00A479D8"/>
    <w:rsid w:val="00A66DEC"/>
    <w:rsid w:val="00AB6AAA"/>
    <w:rsid w:val="00AE72C8"/>
    <w:rsid w:val="00AE78BD"/>
    <w:rsid w:val="00B14BB3"/>
    <w:rsid w:val="00B46EB9"/>
    <w:rsid w:val="00B65920"/>
    <w:rsid w:val="00C841F7"/>
    <w:rsid w:val="00CC6031"/>
    <w:rsid w:val="00CC7DA6"/>
    <w:rsid w:val="00D04998"/>
    <w:rsid w:val="00DB5292"/>
    <w:rsid w:val="00DF19CD"/>
    <w:rsid w:val="00DF7E68"/>
    <w:rsid w:val="00E37989"/>
    <w:rsid w:val="00E91D3E"/>
    <w:rsid w:val="00EA037D"/>
    <w:rsid w:val="00EB3170"/>
    <w:rsid w:val="00F1444A"/>
    <w:rsid w:val="00F339CC"/>
    <w:rsid w:val="00F637C5"/>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BF5C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E91D3E"/>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E91D3E"/>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 w:type="paragraph" w:styleId="Kopfzeile">
    <w:name w:val="header"/>
    <w:basedOn w:val="Standard"/>
    <w:link w:val="KopfzeileZchn"/>
    <w:uiPriority w:val="99"/>
    <w:unhideWhenUsed/>
    <w:rsid w:val="00D049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04998"/>
    <w:rPr>
      <w:rFonts w:asciiTheme="majorHAnsi" w:hAnsiTheme="majorHAnsi"/>
      <w:sz w:val="27"/>
      <w:szCs w:val="27"/>
    </w:rPr>
  </w:style>
  <w:style w:type="paragraph" w:styleId="Fuzeile">
    <w:name w:val="footer"/>
    <w:basedOn w:val="Standard"/>
    <w:link w:val="FuzeileZchn"/>
    <w:uiPriority w:val="99"/>
    <w:unhideWhenUsed/>
    <w:rsid w:val="00D049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04998"/>
    <w:rPr>
      <w:rFonts w:asciiTheme="majorHAnsi" w:hAnsiTheme="majorHAnsi"/>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E91D3E"/>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E91D3E"/>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 w:type="paragraph" w:styleId="Kopfzeile">
    <w:name w:val="header"/>
    <w:basedOn w:val="Standard"/>
    <w:link w:val="KopfzeileZchn"/>
    <w:uiPriority w:val="99"/>
    <w:unhideWhenUsed/>
    <w:rsid w:val="00D049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04998"/>
    <w:rPr>
      <w:rFonts w:asciiTheme="majorHAnsi" w:hAnsiTheme="majorHAnsi"/>
      <w:sz w:val="27"/>
      <w:szCs w:val="27"/>
    </w:rPr>
  </w:style>
  <w:style w:type="paragraph" w:styleId="Fuzeile">
    <w:name w:val="footer"/>
    <w:basedOn w:val="Standard"/>
    <w:link w:val="FuzeileZchn"/>
    <w:uiPriority w:val="99"/>
    <w:unhideWhenUsed/>
    <w:rsid w:val="00D049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04998"/>
    <w:rPr>
      <w:rFonts w:asciiTheme="majorHAnsi" w:hAnsiTheme="majorHAnsi"/>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8DA1CE68</Template>
  <TotalTime>0</TotalTime>
  <Pages>1</Pages>
  <Words>239</Words>
  <Characters>1506</Characters>
  <Application>Microsoft Office Word</Application>
  <DocSecurity>0</DocSecurity>
  <Lines>12</Lines>
  <Paragraphs>3</Paragraphs>
  <ScaleCrop>false</ScaleCrop>
  <Company>F G</Company>
  <LinksUpToDate>false</LinksUpToDate>
  <CharactersWithSpaces>1742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von Laffert, Juliane</cp:lastModifiedBy>
  <cp:revision>4</cp:revision>
  <cp:lastPrinted>2015-11-10T08:58:00Z</cp:lastPrinted>
  <dcterms:created xsi:type="dcterms:W3CDTF">2015-11-10T08:58:00Z</dcterms:created>
  <dcterms:modified xsi:type="dcterms:W3CDTF">2016-02-02T07:59:00Z</dcterms:modified>
</cp:coreProperties>
</file>